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5DB5A" w14:textId="77777777" w:rsidR="00A068AB" w:rsidRPr="00CE25C2" w:rsidRDefault="00A068AB" w:rsidP="00A068AB">
      <w:pPr>
        <w:pStyle w:val="Heading1"/>
        <w:jc w:val="center"/>
        <w:rPr>
          <w:rFonts w:asciiTheme="minorHAnsi" w:hAnsiTheme="minorHAnsi" w:cs="Arial"/>
          <w:sz w:val="40"/>
          <w:szCs w:val="40"/>
          <w:lang w:val="fr-BE"/>
        </w:rPr>
      </w:pPr>
      <w:r w:rsidRPr="453152DA">
        <w:rPr>
          <w:rFonts w:asciiTheme="minorHAnsi" w:hAnsiTheme="minorHAnsi" w:cs="Arial"/>
          <w:sz w:val="40"/>
          <w:szCs w:val="40"/>
        </w:rPr>
        <w:t>Impact Analysis Report</w:t>
      </w:r>
      <w:r>
        <w:rPr>
          <w:rFonts w:asciiTheme="minorHAnsi" w:hAnsiTheme="minorHAnsi" w:cs="Arial"/>
          <w:sz w:val="40"/>
          <w:szCs w:val="40"/>
          <w:lang w:val="fr-BE"/>
        </w:rPr>
        <w:t xml:space="preserve"> / RFC-</w:t>
      </w:r>
      <w:r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4B670D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1CE49DA7" w:rsidR="00CE056E" w:rsidRPr="00BD459E" w:rsidRDefault="00A068AB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F77313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0138</w:t>
            </w:r>
            <w:r w:rsidRPr="00F77313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(RTC-</w:t>
            </w:r>
            <w:r w:rsidRPr="004B05AE">
              <w:rPr>
                <w:rFonts w:asciiTheme="minorHAnsi" w:hAnsiTheme="minorHAnsi" w:cs="Arial"/>
                <w:sz w:val="22"/>
                <w:szCs w:val="22"/>
                <w:lang w:val="en-US"/>
              </w:rPr>
              <w:t>58253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6F0FD40E" w:rsidR="00FE4EC9" w:rsidRPr="00107E69" w:rsidRDefault="004B05AE" w:rsidP="0070577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-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3E3F6538" w:rsidR="00EE7CA2" w:rsidRPr="00C93006" w:rsidRDefault="00720F9B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C93006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TAXUD/B3</w:t>
            </w:r>
            <w:r w:rsidR="00411EC0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, CD3</w:t>
            </w:r>
            <w:r w:rsidR="00AC7F03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, </w:t>
            </w:r>
            <w:r w:rsidR="00AC7F03" w:rsidRPr="00AC7F03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NA-AT, NA-BE</w:t>
            </w:r>
            <w:r w:rsidR="008E2BAB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 </w:t>
            </w:r>
            <w:r w:rsidR="001E049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(</w:t>
            </w:r>
            <w:r w:rsidR="00D075ED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ECCG review comments) </w:t>
            </w:r>
            <w:r w:rsidR="00E04D71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-</w:t>
            </w:r>
            <w:r w:rsidR="00E04D71" w:rsidRPr="00E04D7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DDNTA-5.14.</w:t>
            </w:r>
            <w:r w:rsidR="009F41A6">
              <w:rPr>
                <w:rFonts w:asciiTheme="minorHAnsi" w:hAnsiTheme="minorHAnsi" w:cs="Arial"/>
                <w:sz w:val="22"/>
                <w:szCs w:val="22"/>
                <w:lang w:val="en-US"/>
              </w:rPr>
              <w:t>1</w:t>
            </w:r>
            <w:r w:rsidR="00E04D71" w:rsidRPr="00E04D71">
              <w:rPr>
                <w:rFonts w:asciiTheme="minorHAnsi" w:hAnsiTheme="minorHAnsi" w:cs="Arial"/>
                <w:sz w:val="22"/>
                <w:szCs w:val="22"/>
                <w:lang w:val="en-US"/>
              </w:rPr>
              <w:t>-v1.00 and DDCOM-20.3.0-v1.00_</w:t>
            </w:r>
            <w:proofErr w:type="gramStart"/>
            <w:r w:rsidR="00E04D71" w:rsidRPr="00E04D71">
              <w:rPr>
                <w:rFonts w:asciiTheme="minorHAnsi" w:hAnsiTheme="minorHAnsi" w:cs="Arial"/>
                <w:sz w:val="22"/>
                <w:szCs w:val="22"/>
                <w:lang w:val="en-US"/>
              </w:rPr>
              <w:t>APO(</w:t>
            </w:r>
            <w:proofErr w:type="gramEnd"/>
            <w:r w:rsidR="00E04D71" w:rsidRPr="00E04D71">
              <w:rPr>
                <w:rFonts w:asciiTheme="minorHAnsi" w:hAnsiTheme="minorHAnsi" w:cs="Arial"/>
                <w:sz w:val="22"/>
                <w:szCs w:val="22"/>
                <w:lang w:val="en-US"/>
              </w:rPr>
              <w:t>draft)+(CD3_2021-05-06_11h19))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6DB36FDB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4707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9F41A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7C671393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pt;height:22.8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pt;height:22.8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0580D9FD" w:rsidR="00571AD5" w:rsidRPr="00AC7F03" w:rsidRDefault="00571AD5" w:rsidP="003643E4">
                  <w:pPr>
                    <w:spacing w:before="120"/>
                    <w:rPr>
                      <w:rFonts w:ascii="Calibri" w:hAnsi="Calibri" w:cs="Calibri"/>
                      <w:bCs/>
                      <w:color w:val="FFFFFF" w:themeColor="background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90AD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990AD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90AD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990AD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90AD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990AD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90AD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990AD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5CCECC8A" w14:textId="77777777" w:rsidR="00A068AB" w:rsidRPr="00074158" w:rsidRDefault="00A068AB" w:rsidP="00A068AB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Change 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05D6D8A9" w14:textId="337380F8" w:rsidR="001608B9" w:rsidRPr="001608B9" w:rsidRDefault="00571AD5" w:rsidP="001608B9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(DDNTA-v</w:t>
            </w:r>
            <w:r w:rsidR="0047076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E7307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661F2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6.0</w:t>
            </w:r>
            <w:r w:rsidRPr="006F1D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  <w:r w:rsidRPr="00571AD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</w:t>
            </w:r>
            <w:r w:rsidR="00FE3B6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1608B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G0002 missing from CC022C-</w:t>
            </w:r>
            <w:r w:rsidR="001608B9">
              <w:t xml:space="preserve"> </w:t>
            </w:r>
            <w:r w:rsidR="001608B9" w:rsidRPr="001608B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NOTIFICATION TO AMEND</w:t>
            </w:r>
          </w:p>
          <w:p w14:paraId="70DA2C8C" w14:textId="1E426F96" w:rsidR="004D178B" w:rsidRPr="000B3056" w:rsidRDefault="001608B9" w:rsidP="001608B9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1608B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DECLARATION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34D5B1E9" w14:textId="1428578F" w:rsidR="001608B9" w:rsidRDefault="0F3158B2" w:rsidP="001608B9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121619C5">
              <w:rPr>
                <w:rFonts w:asciiTheme="minorHAnsi" w:hAnsiTheme="minorHAnsi" w:cs="Arial"/>
                <w:color w:val="0070C0"/>
                <w:sz w:val="22"/>
                <w:szCs w:val="22"/>
              </w:rPr>
              <w:t>In NCTS-P5 (DDNTA-v</w:t>
            </w:r>
            <w:r w:rsidR="0047076B">
              <w:rPr>
                <w:rFonts w:asciiTheme="minorHAnsi" w:hAnsiTheme="minorHAnsi" w:cs="Arial"/>
                <w:color w:val="0070C0"/>
                <w:sz w:val="22"/>
                <w:szCs w:val="22"/>
              </w:rPr>
              <w:t>5.14</w:t>
            </w:r>
            <w:r w:rsidRPr="121619C5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  <w:r w:rsidR="00E7307D">
              <w:rPr>
                <w:rFonts w:asciiTheme="minorHAnsi" w:hAnsiTheme="minorHAnsi" w:cs="Arial"/>
                <w:color w:val="0070C0"/>
                <w:sz w:val="22"/>
                <w:szCs w:val="22"/>
              </w:rPr>
              <w:t>1</w:t>
            </w:r>
            <w:r w:rsidRPr="121619C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- CSE-v51.40)</w:t>
            </w:r>
            <w:r w:rsidR="0088587F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8A443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</w:t>
            </w:r>
            <w:r w:rsidR="009068BC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following corrections shall be implemented: </w:t>
            </w:r>
          </w:p>
          <w:p w14:paraId="47B493E5" w14:textId="55803E45" w:rsidR="00C9239B" w:rsidRPr="001608B9" w:rsidRDefault="001D2F43" w:rsidP="001608B9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1608B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G0002 shall be assigned on &lt;HOLDER OF THE TRANSIT PROCEDURE.TIR holder identification number&gt; in message CC022C. </w:t>
            </w:r>
            <w:r w:rsidR="009916DE" w:rsidRPr="001608B9">
              <w:rPr>
                <w:rFonts w:asciiTheme="minorHAnsi" w:hAnsiTheme="minorHAnsi" w:cs="Arial"/>
                <w:color w:val="0070C0"/>
                <w:sz w:val="22"/>
                <w:szCs w:val="22"/>
              </w:rPr>
              <w:t>(NA-AT &amp; NA-BE/ Verification comments on DDNTA-5.14.</w:t>
            </w:r>
            <w:r w:rsidR="009F41A6">
              <w:rPr>
                <w:rFonts w:asciiTheme="minorHAnsi" w:hAnsiTheme="minorHAnsi" w:cs="Arial"/>
                <w:color w:val="0070C0"/>
                <w:sz w:val="22"/>
                <w:szCs w:val="22"/>
              </w:rPr>
              <w:t>1</w:t>
            </w:r>
            <w:r w:rsidR="009916DE" w:rsidRPr="001608B9">
              <w:rPr>
                <w:rFonts w:asciiTheme="minorHAnsi" w:hAnsiTheme="minorHAnsi" w:cs="Arial"/>
                <w:color w:val="0070C0"/>
                <w:sz w:val="22"/>
                <w:szCs w:val="22"/>
              </w:rPr>
              <w:t>-v1.00 and DDCOM-20.3.0-v1.00_</w:t>
            </w:r>
            <w:proofErr w:type="gramStart"/>
            <w:r w:rsidR="009916DE" w:rsidRPr="001608B9">
              <w:rPr>
                <w:rFonts w:asciiTheme="minorHAnsi" w:hAnsiTheme="minorHAnsi" w:cs="Arial"/>
                <w:color w:val="0070C0"/>
                <w:sz w:val="22"/>
                <w:szCs w:val="22"/>
              </w:rPr>
              <w:t>APO(</w:t>
            </w:r>
            <w:proofErr w:type="gramEnd"/>
            <w:r w:rsidR="009916DE" w:rsidRPr="001608B9">
              <w:rPr>
                <w:rFonts w:asciiTheme="minorHAnsi" w:hAnsiTheme="minorHAnsi" w:cs="Arial"/>
                <w:color w:val="0070C0"/>
                <w:sz w:val="22"/>
                <w:szCs w:val="22"/>
              </w:rPr>
              <w:t>draft)+(CD3_2021-05-06_11h19))</w:t>
            </w:r>
          </w:p>
        </w:tc>
      </w:tr>
    </w:tbl>
    <w:p w14:paraId="47C12472" w14:textId="77777777" w:rsidR="005F7EF0" w:rsidRPr="00E32129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3F34ADBD" w14:textId="77777777" w:rsidR="00A068AB" w:rsidRPr="0075309F" w:rsidRDefault="00A068AB" w:rsidP="00A068AB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16"/>
      </w:tblGrid>
      <w:tr w:rsidR="003D4A7A" w:rsidRPr="00074158" w14:paraId="482A54D6" w14:textId="77777777" w:rsidTr="00233EBB">
        <w:tc>
          <w:tcPr>
            <w:tcW w:w="10116" w:type="dxa"/>
          </w:tcPr>
          <w:p w14:paraId="3D5AFADB" w14:textId="0E7E1A2F" w:rsidR="00B818D8" w:rsidRPr="00F36DEC" w:rsidRDefault="001F32C0" w:rsidP="0052340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36DEC"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the latest version of the CSE deliverable (NCTS-P5 DDNTA-v</w:t>
            </w:r>
            <w:r w:rsidR="0047076B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9F41A6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based on CSE-v51.</w:t>
            </w:r>
            <w:r w:rsidR="00661F23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6.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0), </w:t>
            </w:r>
            <w:r w:rsidR="00FF02B1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following </w:t>
            </w:r>
            <w:r w:rsidR="00DE7D58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updates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shall be performed: </w:t>
            </w:r>
          </w:p>
          <w:p w14:paraId="534834A9" w14:textId="77777777" w:rsidR="008A4A12" w:rsidRDefault="008A4A12" w:rsidP="006B20EC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D7304A1" w14:textId="608C7BA4" w:rsidR="00856856" w:rsidRPr="00E04D71" w:rsidRDefault="007B318D" w:rsidP="00E04D71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Currently, the Guideline </w:t>
            </w:r>
            <w:r w:rsidRPr="00E04D7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G0002 </w:t>
            </w: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>is incorrectly missing from the message structure of CC022C</w:t>
            </w:r>
            <w:r w:rsid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>-</w:t>
            </w:r>
            <w:r w:rsidR="00E04D71"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NOTIFICATION TO AMEND DECLARATION</w:t>
            </w: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</w:t>
            </w:r>
            <w:proofErr w:type="gramStart"/>
            <w:r w:rsidR="00856856"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>In order to</w:t>
            </w:r>
            <w:proofErr w:type="gramEnd"/>
            <w:r w:rsidR="00856856"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have consistency in all messages where the Data Item &lt;HOLDER OF THE TRANSIT PROCEDURE.TIR holder identification number&gt; is present, the Guideline </w:t>
            </w:r>
            <w:r w:rsidR="00856856" w:rsidRPr="00E04D7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G0002</w:t>
            </w:r>
            <w:r w:rsidR="00856856"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shall</w:t>
            </w: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also</w:t>
            </w:r>
            <w:r w:rsidR="00856856"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be</w:t>
            </w: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856856"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assigned on the Data Item &lt;HOLDER OF THE TRANSIT PROCEDURE.TIR holder identification number&gt; in message CC022C. </w:t>
            </w:r>
          </w:p>
          <w:p w14:paraId="1AC25E26" w14:textId="78FA82A6" w:rsidR="00856856" w:rsidRPr="00E04D71" w:rsidRDefault="00856856" w:rsidP="00E04D71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wording of </w:t>
            </w:r>
            <w:r w:rsidRPr="00E04D7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G0002 </w:t>
            </w: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is the following: </w:t>
            </w:r>
          </w:p>
          <w:p w14:paraId="1E8EBA76" w14:textId="77777777" w:rsidR="00F36DEC" w:rsidRDefault="00856856" w:rsidP="00856856">
            <w:pPr>
              <w:pStyle w:val="ListParagraph"/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53B6DE7" wp14:editId="2F560257">
                  <wp:extent cx="5120640" cy="909132"/>
                  <wp:effectExtent l="152400" t="152400" r="365760" b="36766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2158" cy="9111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898C77F" w14:textId="20AE5B62" w:rsidR="00056FFE" w:rsidRPr="00D83881" w:rsidRDefault="00056FFE" w:rsidP="00E04D71">
            <w:pPr>
              <w:jc w:val="center"/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</w:p>
        </w:tc>
      </w:tr>
    </w:tbl>
    <w:p w14:paraId="65648D8F" w14:textId="5D97A4E7" w:rsidR="00444234" w:rsidRDefault="0044423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D9E18B9" w14:textId="77777777" w:rsidR="00444234" w:rsidRDefault="0044423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621174C" w14:textId="77777777" w:rsidR="00A068AB" w:rsidRPr="00074158" w:rsidRDefault="00A068AB" w:rsidP="00A068AB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18788F2D">
        <w:tc>
          <w:tcPr>
            <w:tcW w:w="9606" w:type="dxa"/>
          </w:tcPr>
          <w:p w14:paraId="1B6D38F2" w14:textId="4090D911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2" w:name="_Hlk77615001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47076B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E7307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 xml:space="preserve">text with </w:t>
            </w:r>
            <w:proofErr w:type="gramStart"/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proofErr w:type="gramEnd"/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506F421" w14:textId="77777777" w:rsidR="00E04D71" w:rsidRDefault="00E04D71" w:rsidP="00E04D71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764F985" w14:textId="45688018" w:rsidR="007D0A53" w:rsidRPr="00E04D71" w:rsidRDefault="007D0A53" w:rsidP="00E04D71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message structure of </w:t>
            </w:r>
            <w:r w:rsidRPr="00E04D7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CC022C</w:t>
            </w: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shall be updated as follows: </w:t>
            </w:r>
          </w:p>
          <w:p w14:paraId="1C469820" w14:textId="2530F8F1" w:rsidR="007D0A53" w:rsidRDefault="007D0A53" w:rsidP="007D0A5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62CB01C0" w14:textId="53EB13AF" w:rsidR="007D0A53" w:rsidRDefault="007D0A53" w:rsidP="007D0A5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5D7AC613" w14:textId="77777777" w:rsidR="007D0A53" w:rsidRPr="007D0A53" w:rsidRDefault="007D0A53" w:rsidP="007D0A5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7D0A53">
              <w:rPr>
                <w:rFonts w:asciiTheme="minorHAnsi" w:hAnsiTheme="minorHAnsi" w:cs="Arial"/>
                <w:sz w:val="22"/>
                <w:szCs w:val="22"/>
                <w:lang w:val="en-IE"/>
              </w:rPr>
              <w:t>---CUSTOMS OFFICE OF DEPARTURE</w:t>
            </w:r>
          </w:p>
          <w:p w14:paraId="4A0DAC94" w14:textId="77777777" w:rsidR="007D0A53" w:rsidRPr="007D0A53" w:rsidRDefault="007D0A53" w:rsidP="007D0A5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7D0A53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Reference number R an8 CL171</w:t>
            </w:r>
          </w:p>
          <w:p w14:paraId="09A29644" w14:textId="77777777" w:rsidR="007D0A53" w:rsidRPr="007D0A53" w:rsidRDefault="007D0A53" w:rsidP="007D0A5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7D0A53">
              <w:rPr>
                <w:rFonts w:asciiTheme="minorHAnsi" w:hAnsiTheme="minorHAnsi" w:cs="Arial"/>
                <w:sz w:val="22"/>
                <w:szCs w:val="22"/>
                <w:lang w:val="en-IE"/>
              </w:rPr>
              <w:t>---HOLDER OF THE TRANSIT PROCEDURE</w:t>
            </w:r>
          </w:p>
          <w:p w14:paraId="3D6B62C7" w14:textId="77777777" w:rsidR="007D0A53" w:rsidRPr="007D0A53" w:rsidRDefault="007D0A53" w:rsidP="007D0A5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7D0A53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Identification number R an..17 R0850</w:t>
            </w:r>
          </w:p>
          <w:p w14:paraId="76E67692" w14:textId="1DB131EA" w:rsidR="00A40B4B" w:rsidRDefault="007D0A53" w:rsidP="007D0A5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7D0A53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TIR holder identification number D an..17 C0904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7D0A53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G0002</w:t>
            </w:r>
          </w:p>
          <w:p w14:paraId="0BC0C364" w14:textId="7D32ADE9" w:rsidR="007D0A53" w:rsidRDefault="007D0A53" w:rsidP="007D0A5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1C46BF34" w14:textId="2186C673" w:rsidR="007D0A53" w:rsidRDefault="007D0A53" w:rsidP="007D0A5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4A77EC17" w14:textId="77777777" w:rsidR="00426B8D" w:rsidRPr="0016301D" w:rsidRDefault="00426B8D" w:rsidP="007D0A5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798BCC4" w14:textId="39F8461D" w:rsidR="0021411D" w:rsidRDefault="0021411D" w:rsidP="65193AF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bookmarkEnd w:id="2"/>
          <w:p w14:paraId="21C4D530" w14:textId="3416C8A3" w:rsidR="65193AF7" w:rsidRDefault="65193AF7" w:rsidP="65193AF7">
            <w:pPr>
              <w:rPr>
                <w:rFonts w:asciiTheme="minorHAnsi" w:hAnsiTheme="minorHAnsi" w:cs="Arial"/>
              </w:rPr>
            </w:pPr>
          </w:p>
          <w:p w14:paraId="398DBBB6" w14:textId="79E73CF9" w:rsidR="65193AF7" w:rsidRDefault="009F41A6" w:rsidP="65193AF7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NCTS-Data Mapping- v0.43 file: </w:t>
            </w:r>
            <w:r w:rsidR="001C49EC">
              <w:rPr>
                <w:rFonts w:ascii="Calibri" w:hAnsi="Calibri" w:cs="Calibri"/>
                <w:sz w:val="22"/>
                <w:szCs w:val="22"/>
              </w:rPr>
              <w:t>No impact</w:t>
            </w:r>
          </w:p>
          <w:p w14:paraId="64861F0B" w14:textId="57324118" w:rsidR="009F41A6" w:rsidRDefault="009F41A6" w:rsidP="65193AF7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  <w:p w14:paraId="3DF82AD5" w14:textId="77777777" w:rsidR="009F41A6" w:rsidRDefault="009F41A6" w:rsidP="65193AF7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  <w:p w14:paraId="1E9C4F19" w14:textId="1C2D3517" w:rsidR="009F41A6" w:rsidRPr="009F41A6" w:rsidRDefault="009F41A6" w:rsidP="65193AF7">
            <w:pPr>
              <w:rPr>
                <w:rFonts w:asciiTheme="minorHAnsi" w:hAnsiTheme="minorHAnsi" w:cs="Arial"/>
                <w:b/>
                <w:bCs/>
                <w:u w:val="single"/>
              </w:rPr>
            </w:pPr>
            <w:r w:rsidRPr="009F41A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shd w:val="clear" w:color="auto" w:fill="FFFFFF"/>
              </w:rPr>
              <w:t>IMPACT ASSESSMENT:</w:t>
            </w:r>
          </w:p>
          <w:p w14:paraId="55691A7D" w14:textId="68470BEC" w:rsidR="65193AF7" w:rsidRDefault="65193AF7" w:rsidP="65193AF7">
            <w:pPr>
              <w:rPr>
                <w:rFonts w:asciiTheme="minorHAnsi" w:hAnsiTheme="minorHAnsi" w:cs="Arial"/>
              </w:rPr>
            </w:pPr>
          </w:p>
          <w:p w14:paraId="7714A554" w14:textId="1571EACA" w:rsidR="65193AF7" w:rsidRDefault="009F41A6" w:rsidP="65193AF7">
            <w:pPr>
              <w:rPr>
                <w:rFonts w:asciiTheme="minorHAnsi" w:hAnsiTheme="minorHAnsi"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This RFC-Proposal describes 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purely documentary</w:t>
            </w:r>
            <w:r w:rsidRPr="00BB656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improvement (guideline) with no implementation impact.</w:t>
            </w:r>
            <w:r w:rsidR="00BE7FD7">
              <w:rPr>
                <w:rStyle w:val="Heading1Char"/>
                <w:rFonts w:ascii="Calibri" w:hAnsi="Calibri" w:cs="Calibri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="00BE7FD7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US"/>
              </w:rPr>
              <w:t> Ι</w:t>
            </w:r>
            <w:r w:rsidR="00BE7FD7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t is considered that the change proposed via the current IAR has no impact on business continuity and can therefore be deployed in a </w:t>
            </w:r>
            <w:r w:rsidR="00076A75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flexible way </w:t>
            </w:r>
            <w:r w:rsidR="00BE7FD7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approach. </w:t>
            </w:r>
          </w:p>
          <w:p w14:paraId="568B3125" w14:textId="044F690C" w:rsidR="65193AF7" w:rsidRDefault="65193AF7" w:rsidP="65193AF7">
            <w:pPr>
              <w:rPr>
                <w:rFonts w:asciiTheme="minorHAnsi" w:hAnsiTheme="minorHAnsi" w:cs="Arial"/>
              </w:rPr>
            </w:pPr>
          </w:p>
          <w:p w14:paraId="3124C020" w14:textId="77777777" w:rsidR="00B8492E" w:rsidRDefault="00B8492E" w:rsidP="00B8492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(T-Ops):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9EB4D1C" w14:textId="77777777" w:rsidR="00B8492E" w:rsidRDefault="00B8492E" w:rsidP="00B8492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(T-CT):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2FA21F0" w14:textId="77777777" w:rsidR="00B8492E" w:rsidRDefault="00B8492E" w:rsidP="00B8492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(T-CAB):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34AB266" w14:textId="77777777" w:rsidR="009F41A6" w:rsidRDefault="009F41A6" w:rsidP="009F41A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: None</w:t>
            </w:r>
          </w:p>
          <w:p w14:paraId="53AAB85D" w14:textId="77777777" w:rsidR="009F41A6" w:rsidRDefault="009F41A6" w:rsidP="009F41A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None</w:t>
            </w:r>
          </w:p>
          <w:p w14:paraId="0B824688" w14:textId="0C107A1D" w:rsidR="65193AF7" w:rsidRDefault="65193AF7" w:rsidP="65193AF7">
            <w:pPr>
              <w:rPr>
                <w:rFonts w:asciiTheme="minorHAnsi" w:hAnsiTheme="minorHAnsi" w:cs="Arial"/>
              </w:rPr>
            </w:pPr>
          </w:p>
          <w:p w14:paraId="4DE85964" w14:textId="77777777" w:rsidR="006A6441" w:rsidRDefault="006A6441" w:rsidP="009C4A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2F9BA7A" w14:textId="65681CC2" w:rsidR="002147A2" w:rsidRPr="00A068AB" w:rsidRDefault="006C78B1" w:rsidP="009C4AD7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A068AB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Impacted messages: </w:t>
            </w:r>
          </w:p>
          <w:p w14:paraId="4A8D62E4" w14:textId="466D961F" w:rsidR="003853F5" w:rsidRPr="00777748" w:rsidRDefault="00777748" w:rsidP="00777748">
            <w:pPr>
              <w:pStyle w:val="ListParagraph"/>
              <w:numPr>
                <w:ilvl w:val="0"/>
                <w:numId w:val="42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777748">
              <w:rPr>
                <w:rFonts w:asciiTheme="minorHAnsi" w:hAnsiTheme="minorHAnsi" w:cstheme="minorHAnsi"/>
                <w:sz w:val="22"/>
                <w:szCs w:val="22"/>
              </w:rPr>
              <w:t xml:space="preserve">External Domain Messages: </w:t>
            </w:r>
            <w:r w:rsidR="007D0A53" w:rsidRPr="00777748">
              <w:rPr>
                <w:rFonts w:asciiTheme="minorHAnsi" w:hAnsiTheme="minorHAnsi" w:cs="Arial"/>
                <w:sz w:val="22"/>
                <w:szCs w:val="22"/>
              </w:rPr>
              <w:t>CC022C</w:t>
            </w:r>
          </w:p>
          <w:p w14:paraId="7BF5B165" w14:textId="77777777" w:rsidR="003853F5" w:rsidRDefault="003853F5" w:rsidP="00647B3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2D085AE" w14:textId="6AE2682D" w:rsidR="003853F5" w:rsidRPr="00A068AB" w:rsidRDefault="003853F5" w:rsidP="003853F5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A068AB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04A5440C" w14:textId="677E491E" w:rsidR="003853F5" w:rsidRDefault="003853F5" w:rsidP="003853F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853F5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Pr="003853F5">
              <w:rPr>
                <w:rFonts w:asciiTheme="minorHAnsi" w:hAnsiTheme="minorHAnsi" w:cs="Arial"/>
                <w:sz w:val="22"/>
                <w:szCs w:val="22"/>
              </w:rPr>
              <w:tab/>
              <w:t>G00</w:t>
            </w:r>
            <w:r w:rsidR="00E04D71">
              <w:rPr>
                <w:rFonts w:asciiTheme="minorHAnsi" w:hAnsiTheme="minorHAnsi" w:cs="Arial"/>
                <w:sz w:val="22"/>
                <w:szCs w:val="22"/>
              </w:rPr>
              <w:t>02</w:t>
            </w:r>
          </w:p>
          <w:p w14:paraId="72C7EC0C" w14:textId="49B0D6B0" w:rsidR="007823FF" w:rsidRDefault="007823FF" w:rsidP="003853F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7AD1AA7" w14:textId="1EA4C05C" w:rsidR="00543370" w:rsidRPr="00B77F39" w:rsidRDefault="00EE252C" w:rsidP="00B77F3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52215">
              <w:rPr>
                <w:rFonts w:asciiTheme="minorHAnsi" w:hAnsiTheme="minorHAnsi" w:cs="Arial"/>
                <w:sz w:val="22"/>
                <w:szCs w:val="22"/>
              </w:rPr>
              <w:lastRenderedPageBreak/>
              <w:t>Impacted CI</w:t>
            </w:r>
            <w:r w:rsidR="000905E9">
              <w:rPr>
                <w:rFonts w:asciiTheme="minorHAnsi" w:hAnsiTheme="minorHAnsi" w:cs="Arial"/>
                <w:sz w:val="22"/>
                <w:szCs w:val="22"/>
              </w:rPr>
              <w:t xml:space="preserve"> Artefacts</w:t>
            </w:r>
            <w:r w:rsidRPr="00552215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  <w:p w14:paraId="7FF5D334" w14:textId="212C36B3" w:rsidR="004D4B7A" w:rsidRPr="00A068AB" w:rsidRDefault="004D4B7A" w:rsidP="00A068AB">
            <w:pPr>
              <w:pStyle w:val="ListParagraph"/>
              <w:numPr>
                <w:ilvl w:val="0"/>
                <w:numId w:val="21"/>
              </w:numPr>
              <w:ind w:hanging="73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CSE-v51.6</w:t>
            </w:r>
            <w:r w:rsidR="009F41A6"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0: </w:t>
            </w:r>
            <w:proofErr w:type="gramStart"/>
            <w:r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Yes;</w:t>
            </w:r>
            <w:proofErr w:type="gramEnd"/>
            <w:r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  <w:p w14:paraId="14B47F35" w14:textId="73E65766" w:rsidR="004D4B7A" w:rsidRDefault="004D4B7A" w:rsidP="00A068AB">
            <w:pPr>
              <w:pStyle w:val="ListParagraph"/>
              <w:numPr>
                <w:ilvl w:val="0"/>
                <w:numId w:val="21"/>
              </w:numPr>
              <w:ind w:hanging="73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5D7CDE"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5.14.1-v1.00 </w:t>
            </w:r>
            <w:r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(Appendix </w:t>
            </w:r>
            <w:r w:rsidR="005E4BD4"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</w:t>
            </w:r>
            <w:r w:rsidR="001C49EC"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Q2,</w:t>
            </w:r>
            <w:r w:rsidR="005E4BD4"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PDFs): </w:t>
            </w:r>
            <w:proofErr w:type="gramStart"/>
            <w:r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Yes;</w:t>
            </w:r>
            <w:proofErr w:type="gramEnd"/>
            <w:r w:rsidRPr="00A068A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  <w:p w14:paraId="66B3D831" w14:textId="77777777" w:rsidR="00A068AB" w:rsidRPr="00A068AB" w:rsidRDefault="00A068AB" w:rsidP="00A068AB">
            <w:pPr>
              <w:pStyle w:val="ListParagraph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1AEE1DE6" w14:textId="77777777" w:rsidR="002A0E58" w:rsidRPr="00A068AB" w:rsidRDefault="002A0E58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DDNTA-5.14.1-v1.00 (Main Document): </w:t>
            </w:r>
            <w:proofErr w:type="gramStart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3BFDCB42" w14:textId="77777777" w:rsidR="002A0E58" w:rsidRPr="00A068AB" w:rsidRDefault="002A0E58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 </w:t>
            </w:r>
            <w:proofErr w:type="gramStart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126B807D" w14:textId="77777777" w:rsidR="002A0E58" w:rsidRPr="00A068AB" w:rsidRDefault="002A0E58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6B80DDE8" w14:textId="5548F6D9" w:rsidR="004D4B7A" w:rsidRPr="00A068AB" w:rsidRDefault="004D4B7A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DMP Package-v5.6.0 SfA-v1.00: (incl. update of </w:t>
            </w:r>
            <w:r w:rsidR="00E7307D"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NCTS- Data Mapping- v0.43 file</w:t>
            </w: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): </w:t>
            </w:r>
            <w:proofErr w:type="gramStart"/>
            <w:r w:rsidR="001C49EC"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49CDFC53" w14:textId="76D1B994" w:rsidR="004D4B7A" w:rsidRPr="00A068AB" w:rsidRDefault="004D4B7A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proofErr w:type="gramStart"/>
            <w:r w:rsidR="00490C7F"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7E55DD7B" w14:textId="4E4C88EC" w:rsidR="004D4B7A" w:rsidRPr="00A068AB" w:rsidRDefault="004D4B7A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CTP-5.7.0-v1.00: </w:t>
            </w:r>
            <w:proofErr w:type="gramStart"/>
            <w:r w:rsidR="00490C7F"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3F1EB603" w14:textId="16C296E7" w:rsidR="004D4B7A" w:rsidRPr="00A068AB" w:rsidRDefault="004D4B7A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CRP-v5.5-v1.00: </w:t>
            </w:r>
            <w:proofErr w:type="gramStart"/>
            <w:r w:rsidR="00490C7F"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18397486" w14:textId="413C2CA3" w:rsidR="004D4B7A" w:rsidRPr="00A068AB" w:rsidRDefault="004D4B7A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ACS: 5.5.0 &amp; ACS-Annex-NCTS: 5.5.0: </w:t>
            </w:r>
            <w:proofErr w:type="gramStart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6F37ED94" w14:textId="267D29E9" w:rsidR="004D4B7A" w:rsidRPr="00A068AB" w:rsidRDefault="004D4B7A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TRP-5.7.</w:t>
            </w:r>
            <w:r w:rsidR="2178057D"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: </w:t>
            </w:r>
            <w:proofErr w:type="gramStart"/>
            <w:r w:rsidR="00490C7F"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4FA229BF" w14:textId="15E17F9B" w:rsidR="004D4B7A" w:rsidRPr="00A068AB" w:rsidRDefault="004D4B7A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DDCOM v20.3.0-v1.00: </w:t>
            </w:r>
            <w:proofErr w:type="gramStart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1B285C48" w14:textId="747C6C95" w:rsidR="004D4B7A" w:rsidRPr="00A068AB" w:rsidRDefault="004D4B7A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1.0.1.0: </w:t>
            </w:r>
            <w:proofErr w:type="gramStart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7668EC1A" w14:textId="31B558F3" w:rsidR="004D4B7A" w:rsidRPr="00A068AB" w:rsidRDefault="004D4B7A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CS/MIS2_DATA: </w:t>
            </w:r>
            <w:proofErr w:type="gramStart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32369942" w14:textId="7744ABD8" w:rsidR="004D4B7A" w:rsidRPr="00A068AB" w:rsidRDefault="004D4B7A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CS/RD2_DATA: </w:t>
            </w:r>
            <w:proofErr w:type="gramStart"/>
            <w:r w:rsidR="006F4DBC"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73A23D88" w14:textId="7FE46CA9" w:rsidR="004D4B7A" w:rsidRPr="00A068AB" w:rsidRDefault="004D4B7A" w:rsidP="00A068AB">
            <w:pPr>
              <w:numPr>
                <w:ilvl w:val="0"/>
                <w:numId w:val="21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AES-P1 and NCTS-P5 Long-Lived “Legacy” (L3) Movements Study v1.40: </w:t>
            </w:r>
            <w:proofErr w:type="gramStart"/>
            <w:r w:rsidRPr="00A068A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4D5E4F00" w14:textId="77777777" w:rsidR="00C001F9" w:rsidRPr="009F41A6" w:rsidRDefault="00C001F9" w:rsidP="009F41A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A73DAB6" w14:textId="799A63A3" w:rsidR="00483E6C" w:rsidRDefault="00483E6C" w:rsidP="008E5D8A">
      <w:pPr>
        <w:rPr>
          <w:rFonts w:asciiTheme="minorHAnsi" w:hAnsiTheme="minorHAnsi" w:cs="Arial"/>
        </w:rPr>
      </w:pPr>
    </w:p>
    <w:p w14:paraId="6DA3713E" w14:textId="598E720D" w:rsidR="00483E6C" w:rsidRDefault="00483E6C" w:rsidP="008E5D8A">
      <w:pPr>
        <w:rPr>
          <w:rFonts w:asciiTheme="minorHAnsi" w:hAnsiTheme="minorHAnsi" w:cs="Arial"/>
        </w:rPr>
      </w:pPr>
    </w:p>
    <w:p w14:paraId="501C4FD8" w14:textId="692FFB6A" w:rsidR="00227BB3" w:rsidRDefault="00227BB3" w:rsidP="008E5D8A">
      <w:pPr>
        <w:rPr>
          <w:rFonts w:asciiTheme="minorHAnsi" w:hAnsiTheme="minorHAnsi" w:cs="Arial"/>
        </w:rPr>
      </w:pPr>
    </w:p>
    <w:p w14:paraId="70CD0B90" w14:textId="05418F66" w:rsidR="00227BB3" w:rsidRDefault="00227BB3" w:rsidP="008E5D8A">
      <w:pPr>
        <w:rPr>
          <w:rFonts w:asciiTheme="minorHAnsi" w:hAnsiTheme="minorHAnsi" w:cs="Arial"/>
        </w:rPr>
      </w:pPr>
    </w:p>
    <w:p w14:paraId="3F26E7BD" w14:textId="77777777" w:rsidR="00227BB3" w:rsidRDefault="00227BB3" w:rsidP="008E5D8A">
      <w:pPr>
        <w:rPr>
          <w:rFonts w:asciiTheme="minorHAnsi" w:hAnsiTheme="minorHAnsi" w:cs="Arial"/>
        </w:rPr>
      </w:pPr>
    </w:p>
    <w:p w14:paraId="2A3EDEB5" w14:textId="77777777" w:rsidR="00483E6C" w:rsidRPr="00A41143" w:rsidRDefault="00483E6C" w:rsidP="008E5D8A">
      <w:pPr>
        <w:rPr>
          <w:rFonts w:asciiTheme="minorHAnsi" w:hAnsiTheme="minorHAnsi" w:cs="Arial"/>
        </w:rPr>
      </w:pPr>
    </w:p>
    <w:p w14:paraId="49A546BF" w14:textId="460E31CE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00DF508C">
        <w:trPr>
          <w:trHeight w:val="403"/>
        </w:trPr>
        <w:tc>
          <w:tcPr>
            <w:tcW w:w="2802" w:type="dxa"/>
          </w:tcPr>
          <w:p w14:paraId="6497EA4C" w14:textId="383B318B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="00225D6C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51.6</w:t>
            </w:r>
            <w:r w:rsidR="009F41A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225D6C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5491B414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ImpSMART"/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4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7D1EEEB4" w:rsidR="00F42063" w:rsidRPr="00CD1279" w:rsidRDefault="00CD1279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described in 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47B66D69" w14:textId="77777777" w:rsidTr="00DF508C">
        <w:trPr>
          <w:trHeight w:val="403"/>
        </w:trPr>
        <w:tc>
          <w:tcPr>
            <w:tcW w:w="2802" w:type="dxa"/>
          </w:tcPr>
          <w:p w14:paraId="6743BD02" w14:textId="5BC20220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DDNTA-v</w:t>
            </w:r>
            <w:r w:rsidR="004707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9F41A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061B7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419967EC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90C7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2DDDB373" w:rsidR="00F42063" w:rsidRP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Q2, K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5CF7782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422872C" w14:textId="7E524EDD" w:rsidR="008E5D8A" w:rsidRPr="0072175E" w:rsidRDefault="0072175E" w:rsidP="008E5D8A">
      <w:pPr>
        <w:rPr>
          <w:rFonts w:asciiTheme="minorHAnsi" w:hAnsiTheme="minorHAnsi" w:cs="Arial"/>
          <w:b/>
          <w:bCs/>
          <w:sz w:val="28"/>
          <w:szCs w:val="28"/>
        </w:rPr>
      </w:pPr>
      <w:r w:rsidRPr="0072175E">
        <w:rPr>
          <w:rFonts w:asciiTheme="minorHAnsi" w:hAnsiTheme="minorHAnsi" w:cs="Arial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6B1220" w14:paraId="56ED565A" w14:textId="77777777" w:rsidTr="0008661E">
        <w:trPr>
          <w:trHeight w:val="2016"/>
        </w:trPr>
        <w:tc>
          <w:tcPr>
            <w:tcW w:w="2802" w:type="dxa"/>
          </w:tcPr>
          <w:p w14:paraId="7BA87C38" w14:textId="77777777" w:rsidR="008E5D8A" w:rsidRPr="006B1220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9B27D5D" w14:textId="3D9A177C" w:rsidR="008E5D8A" w:rsidRDefault="0072175E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90AD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14:paraId="528134CA" w14:textId="77777777" w:rsidTr="00AC7F03">
              <w:trPr>
                <w:trHeight w:val="1105"/>
              </w:trPr>
              <w:tc>
                <w:tcPr>
                  <w:tcW w:w="6573" w:type="dxa"/>
                </w:tcPr>
                <w:p w14:paraId="0D88C1D8" w14:textId="620471E5" w:rsidR="008E5D8A" w:rsidRDefault="00A068AB" w:rsidP="0008661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This RFC-Proposal describ</w:t>
                  </w:r>
                  <w:r w:rsidRPr="00A068AB">
                    <w:rPr>
                      <w:rFonts w:ascii="Calibri" w:hAnsi="Calibri" w:cs="Calibri"/>
                      <w:sz w:val="22"/>
                      <w:szCs w:val="22"/>
                    </w:rPr>
                    <w:t>es a purely documentary improvement (guideline) with no implementation impact.</w:t>
                  </w:r>
                  <w:r>
                    <w:rPr>
                      <w:rStyle w:val="Heading1Char"/>
                      <w:rFonts w:ascii="Calibri" w:hAnsi="Calibri" w:cs="Calibri"/>
                      <w:sz w:val="22"/>
                      <w:szCs w:val="22"/>
                      <w:shd w:val="clear" w:color="auto" w:fill="FFFFFF"/>
                      <w:lang w:val="en-US"/>
                    </w:rPr>
                    <w:t xml:space="preserve"> 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  <w:lang w:val="en-US"/>
                    </w:rPr>
                    <w:t> </w:t>
                  </w:r>
                </w:p>
              </w:tc>
            </w:tr>
          </w:tbl>
          <w:p w14:paraId="41D30180" w14:textId="77777777" w:rsidR="008E5D8A" w:rsidRPr="00B62BD3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A261478" w14:textId="51EC299E" w:rsidR="001F32C0" w:rsidRDefault="001F32C0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39531A1F" w14:textId="73013BF5" w:rsidR="008E5D8A" w:rsidRPr="00074158" w:rsidRDefault="008E5D8A" w:rsidP="0072175E">
      <w:pPr>
        <w:rPr>
          <w:rFonts w:asciiTheme="minorHAnsi" w:hAnsiTheme="minorHAnsi" w:cs="Arial"/>
        </w:rPr>
      </w:pPr>
    </w:p>
    <w:p w14:paraId="441DD980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008661E">
        <w:tc>
          <w:tcPr>
            <w:tcW w:w="4849" w:type="dxa"/>
            <w:gridSpan w:val="3"/>
            <w:shd w:val="clear" w:color="auto" w:fill="D9D9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lastRenderedPageBreak/>
              <w:t>Document History</w:t>
            </w:r>
          </w:p>
        </w:tc>
        <w:tc>
          <w:tcPr>
            <w:tcW w:w="4756" w:type="dxa"/>
            <w:shd w:val="clear" w:color="auto" w:fill="D9D9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08661E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08661E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63E8DC9D" w14:textId="562CA591" w:rsidR="001F32C0" w:rsidRDefault="007A78A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26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1C08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990AD5" w:rsidRPr="00074158" w14:paraId="55DCFFBD" w14:textId="77777777" w:rsidTr="0008661E">
        <w:trPr>
          <w:trHeight w:val="284"/>
        </w:trPr>
        <w:tc>
          <w:tcPr>
            <w:tcW w:w="1049" w:type="dxa"/>
          </w:tcPr>
          <w:p w14:paraId="795458E7" w14:textId="34E29DD6" w:rsidR="00990AD5" w:rsidRPr="006B1220" w:rsidRDefault="00990AD5" w:rsidP="00990AD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122" w:type="dxa"/>
          </w:tcPr>
          <w:p w14:paraId="33E39FA3" w14:textId="1A891CAF" w:rsidR="00990AD5" w:rsidRPr="006B1220" w:rsidRDefault="00990AD5" w:rsidP="00990AD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Updates by CUSTDEV</w:t>
            </w:r>
          </w:p>
        </w:tc>
        <w:tc>
          <w:tcPr>
            <w:tcW w:w="1678" w:type="dxa"/>
          </w:tcPr>
          <w:p w14:paraId="3E7004A9" w14:textId="3690ACE8" w:rsidR="00990AD5" w:rsidRDefault="00990AD5" w:rsidP="00990AD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15/12/2021</w:t>
            </w:r>
          </w:p>
        </w:tc>
        <w:tc>
          <w:tcPr>
            <w:tcW w:w="4756" w:type="dxa"/>
          </w:tcPr>
          <w:p w14:paraId="6A6F9611" w14:textId="0798A69C" w:rsidR="00990AD5" w:rsidRDefault="00990AD5" w:rsidP="00990AD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990AD5" w:rsidRPr="00074158" w14:paraId="11ED3C17" w14:textId="77777777" w:rsidTr="0008661E">
        <w:trPr>
          <w:trHeight w:val="284"/>
        </w:trPr>
        <w:tc>
          <w:tcPr>
            <w:tcW w:w="1049" w:type="dxa"/>
          </w:tcPr>
          <w:p w14:paraId="2D891AA9" w14:textId="3B7894D5" w:rsidR="00990AD5" w:rsidRDefault="00990AD5" w:rsidP="00990AD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00</w:t>
            </w:r>
          </w:p>
        </w:tc>
        <w:tc>
          <w:tcPr>
            <w:tcW w:w="2122" w:type="dxa"/>
          </w:tcPr>
          <w:p w14:paraId="7FD08348" w14:textId="106B30FC" w:rsidR="00990AD5" w:rsidRDefault="00990AD5" w:rsidP="00990AD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7D4962B4" w14:textId="7521BE49" w:rsidR="00990AD5" w:rsidRDefault="00990AD5" w:rsidP="00990AD5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5/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2/202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</w:p>
        </w:tc>
        <w:tc>
          <w:tcPr>
            <w:tcW w:w="4756" w:type="dxa"/>
          </w:tcPr>
          <w:p w14:paraId="035C95D8" w14:textId="4748A774" w:rsidR="00990AD5" w:rsidRDefault="00990AD5" w:rsidP="00990AD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A068A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87148F" w:rsidRDefault="0087148F" w:rsidP="004D5D73">
      <w:r>
        <w:separator/>
      </w:r>
    </w:p>
  </w:endnote>
  <w:endnote w:type="continuationSeparator" w:id="0">
    <w:p w14:paraId="5018236F" w14:textId="77777777" w:rsidR="0087148F" w:rsidRDefault="0087148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F7E98" w14:textId="77777777" w:rsidR="00990AD5" w:rsidRDefault="00990A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87148F" w:rsidRPr="00C80B22" w14:paraId="0253C7CC" w14:textId="77777777" w:rsidTr="00C80B22">
      <w:tc>
        <w:tcPr>
          <w:tcW w:w="8188" w:type="dxa"/>
        </w:tcPr>
        <w:p w14:paraId="725FBF4A" w14:textId="31E38306" w:rsidR="0087148F" w:rsidRPr="00B84277" w:rsidRDefault="00A068AB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RFC_NCTS_0138_CUSTDEV3-IAR-RTC58253-v</w:t>
          </w:r>
          <w:r w:rsidR="00990AD5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="00990AD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.00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990AD5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-NPM)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  <w:r w:rsidR="00B84277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B8427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docx</w:t>
          </w:r>
        </w:p>
      </w:tc>
      <w:tc>
        <w:tcPr>
          <w:tcW w:w="1525" w:type="dxa"/>
        </w:tcPr>
        <w:p w14:paraId="5E3A6C26" w14:textId="77777777" w:rsidR="0087148F" w:rsidRPr="00C80B22" w:rsidRDefault="0087148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5" w:name="_Ref175030069"/>
          <w:bookmarkStart w:id="6" w:name="_Toc176256264"/>
          <w:bookmarkStart w:id="7" w:name="_Toc268771938"/>
          <w:bookmarkStart w:id="8" w:name="_Ref175030083"/>
        </w:p>
      </w:tc>
    </w:tr>
    <w:bookmarkEnd w:id="5"/>
    <w:bookmarkEnd w:id="6"/>
    <w:bookmarkEnd w:id="7"/>
    <w:bookmarkEnd w:id="8"/>
  </w:tbl>
  <w:p w14:paraId="6324965A" w14:textId="77777777" w:rsidR="0087148F" w:rsidRPr="00C80B22" w:rsidRDefault="0087148F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87148F" w:rsidRPr="00C80B22" w14:paraId="2DED1938" w14:textId="77777777" w:rsidTr="00983563">
      <w:tc>
        <w:tcPr>
          <w:tcW w:w="7899" w:type="dxa"/>
        </w:tcPr>
        <w:p w14:paraId="71EC7701" w14:textId="6589375A" w:rsidR="0087148F" w:rsidRPr="00F53722" w:rsidRDefault="00B8492E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RFC_NCTS_0138_CUSTDEV3-RFC-IAR-RTC58253-v0.10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87148F" w:rsidRPr="00C80B22" w:rsidRDefault="0087148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87148F" w:rsidRPr="00C80B22" w:rsidRDefault="0087148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87148F" w:rsidRDefault="0087148F" w:rsidP="004D5D73">
      <w:r>
        <w:separator/>
      </w:r>
    </w:p>
  </w:footnote>
  <w:footnote w:type="continuationSeparator" w:id="0">
    <w:p w14:paraId="357990E5" w14:textId="77777777" w:rsidR="0087148F" w:rsidRDefault="0087148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C063" w14:textId="4AB92BC7" w:rsidR="00A068AB" w:rsidRDefault="00990AD5">
    <w:pPr>
      <w:pStyle w:val="Header"/>
    </w:pPr>
    <w:r>
      <w:rPr>
        <w:noProof/>
      </w:rPr>
      <w:pict w14:anchorId="56C47B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954297" o:spid="_x0000_s240642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6C72B38D" w:rsidR="0087148F" w:rsidRDefault="00990AD5" w:rsidP="00C80B22">
    <w:pPr>
      <w:pStyle w:val="Header"/>
      <w:jc w:val="both"/>
    </w:pPr>
    <w:r>
      <w:rPr>
        <w:noProof/>
      </w:rPr>
      <w:pict w14:anchorId="025AB2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954298" o:spid="_x0000_s240643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87148F">
      <w:rPr>
        <w:noProof/>
        <w:lang w:val="en-US"/>
      </w:rPr>
      <w:tab/>
    </w:r>
    <w:r w:rsidR="0087148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1B9AD8E2" w:rsidR="0087148F" w:rsidRPr="00C80B22" w:rsidRDefault="00990AD5" w:rsidP="00871EB2">
    <w:pPr>
      <w:pStyle w:val="Header"/>
    </w:pPr>
    <w:r>
      <w:rPr>
        <w:noProof/>
      </w:rPr>
      <w:pict w14:anchorId="247AF1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954296" o:spid="_x0000_s240641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87148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631D3B"/>
    <w:multiLevelType w:val="multilevel"/>
    <w:tmpl w:val="3886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5E0E1A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FD5FFF"/>
    <w:multiLevelType w:val="hybridMultilevel"/>
    <w:tmpl w:val="EC4A5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40DC4"/>
    <w:multiLevelType w:val="multilevel"/>
    <w:tmpl w:val="70C4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8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5"/>
  </w:num>
  <w:num w:numId="2">
    <w:abstractNumId w:val="32"/>
  </w:num>
  <w:num w:numId="3">
    <w:abstractNumId w:val="30"/>
  </w:num>
  <w:num w:numId="4">
    <w:abstractNumId w:val="39"/>
  </w:num>
  <w:num w:numId="5">
    <w:abstractNumId w:val="4"/>
  </w:num>
  <w:num w:numId="6">
    <w:abstractNumId w:val="36"/>
  </w:num>
  <w:num w:numId="7">
    <w:abstractNumId w:val="5"/>
  </w:num>
  <w:num w:numId="8">
    <w:abstractNumId w:val="2"/>
  </w:num>
  <w:num w:numId="9">
    <w:abstractNumId w:val="3"/>
  </w:num>
  <w:num w:numId="10">
    <w:abstractNumId w:val="29"/>
  </w:num>
  <w:num w:numId="11">
    <w:abstractNumId w:val="21"/>
  </w:num>
  <w:num w:numId="12">
    <w:abstractNumId w:val="18"/>
  </w:num>
  <w:num w:numId="13">
    <w:abstractNumId w:val="8"/>
  </w:num>
  <w:num w:numId="14">
    <w:abstractNumId w:val="40"/>
  </w:num>
  <w:num w:numId="15">
    <w:abstractNumId w:val="27"/>
  </w:num>
  <w:num w:numId="16">
    <w:abstractNumId w:val="12"/>
  </w:num>
  <w:num w:numId="17">
    <w:abstractNumId w:val="34"/>
  </w:num>
  <w:num w:numId="18">
    <w:abstractNumId w:val="13"/>
  </w:num>
  <w:num w:numId="19">
    <w:abstractNumId w:val="31"/>
  </w:num>
  <w:num w:numId="20">
    <w:abstractNumId w:val="33"/>
  </w:num>
  <w:num w:numId="21">
    <w:abstractNumId w:val="36"/>
  </w:num>
  <w:num w:numId="22">
    <w:abstractNumId w:val="38"/>
  </w:num>
  <w:num w:numId="23">
    <w:abstractNumId w:val="14"/>
  </w:num>
  <w:num w:numId="24">
    <w:abstractNumId w:val="11"/>
  </w:num>
  <w:num w:numId="25">
    <w:abstractNumId w:val="23"/>
  </w:num>
  <w:num w:numId="26">
    <w:abstractNumId w:val="10"/>
  </w:num>
  <w:num w:numId="27">
    <w:abstractNumId w:val="28"/>
  </w:num>
  <w:num w:numId="28">
    <w:abstractNumId w:val="16"/>
  </w:num>
  <w:num w:numId="29">
    <w:abstractNumId w:val="24"/>
  </w:num>
  <w:num w:numId="30">
    <w:abstractNumId w:val="22"/>
  </w:num>
  <w:num w:numId="31">
    <w:abstractNumId w:val="19"/>
  </w:num>
  <w:num w:numId="32">
    <w:abstractNumId w:val="0"/>
  </w:num>
  <w:num w:numId="33">
    <w:abstractNumId w:val="35"/>
  </w:num>
  <w:num w:numId="34">
    <w:abstractNumId w:val="1"/>
  </w:num>
  <w:num w:numId="35">
    <w:abstractNumId w:val="17"/>
  </w:num>
  <w:num w:numId="36">
    <w:abstractNumId w:val="25"/>
  </w:num>
  <w:num w:numId="37">
    <w:abstractNumId w:val="37"/>
  </w:num>
  <w:num w:numId="38">
    <w:abstractNumId w:val="26"/>
  </w:num>
  <w:num w:numId="39">
    <w:abstractNumId w:val="7"/>
  </w:num>
  <w:num w:numId="40">
    <w:abstractNumId w:val="20"/>
  </w:num>
  <w:num w:numId="41">
    <w:abstractNumId w:val="6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40644"/>
    <o:shapelayout v:ext="edit">
      <o:idmap v:ext="edit" data="23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108AF"/>
    <w:rsid w:val="000133C5"/>
    <w:rsid w:val="00014658"/>
    <w:rsid w:val="00015C08"/>
    <w:rsid w:val="00016623"/>
    <w:rsid w:val="00017783"/>
    <w:rsid w:val="00027BC3"/>
    <w:rsid w:val="000328CF"/>
    <w:rsid w:val="0003486D"/>
    <w:rsid w:val="0003657A"/>
    <w:rsid w:val="00041C6D"/>
    <w:rsid w:val="000430CD"/>
    <w:rsid w:val="000433B1"/>
    <w:rsid w:val="00043692"/>
    <w:rsid w:val="000439C2"/>
    <w:rsid w:val="00051389"/>
    <w:rsid w:val="00051EC3"/>
    <w:rsid w:val="00054836"/>
    <w:rsid w:val="00056FFE"/>
    <w:rsid w:val="0005709F"/>
    <w:rsid w:val="00057E8A"/>
    <w:rsid w:val="00061A20"/>
    <w:rsid w:val="00061B7C"/>
    <w:rsid w:val="0006231B"/>
    <w:rsid w:val="00063288"/>
    <w:rsid w:val="00064B29"/>
    <w:rsid w:val="0006506A"/>
    <w:rsid w:val="000655BA"/>
    <w:rsid w:val="00065CD3"/>
    <w:rsid w:val="00067545"/>
    <w:rsid w:val="00071450"/>
    <w:rsid w:val="000716C3"/>
    <w:rsid w:val="000730C8"/>
    <w:rsid w:val="00073AFB"/>
    <w:rsid w:val="00073D90"/>
    <w:rsid w:val="00074158"/>
    <w:rsid w:val="00076A75"/>
    <w:rsid w:val="00080CD4"/>
    <w:rsid w:val="00083F19"/>
    <w:rsid w:val="00085EDE"/>
    <w:rsid w:val="0008661E"/>
    <w:rsid w:val="0008725E"/>
    <w:rsid w:val="000900D6"/>
    <w:rsid w:val="000905E9"/>
    <w:rsid w:val="0009263C"/>
    <w:rsid w:val="0009271D"/>
    <w:rsid w:val="0009726D"/>
    <w:rsid w:val="000A189E"/>
    <w:rsid w:val="000A4F68"/>
    <w:rsid w:val="000A79C2"/>
    <w:rsid w:val="000B0F4B"/>
    <w:rsid w:val="000B19E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2B44"/>
    <w:rsid w:val="000D6CCE"/>
    <w:rsid w:val="000D78E2"/>
    <w:rsid w:val="000E0DA8"/>
    <w:rsid w:val="000E0EA7"/>
    <w:rsid w:val="000E220D"/>
    <w:rsid w:val="000E5EF8"/>
    <w:rsid w:val="000F2197"/>
    <w:rsid w:val="000F2673"/>
    <w:rsid w:val="000F58D2"/>
    <w:rsid w:val="0010291D"/>
    <w:rsid w:val="0010717B"/>
    <w:rsid w:val="00107E69"/>
    <w:rsid w:val="001108FD"/>
    <w:rsid w:val="0011094D"/>
    <w:rsid w:val="001122D5"/>
    <w:rsid w:val="001140D0"/>
    <w:rsid w:val="00115CB5"/>
    <w:rsid w:val="00116D54"/>
    <w:rsid w:val="0011712C"/>
    <w:rsid w:val="00121543"/>
    <w:rsid w:val="00122521"/>
    <w:rsid w:val="001249FA"/>
    <w:rsid w:val="00127134"/>
    <w:rsid w:val="0012740D"/>
    <w:rsid w:val="00130617"/>
    <w:rsid w:val="00131407"/>
    <w:rsid w:val="00131CEE"/>
    <w:rsid w:val="00132164"/>
    <w:rsid w:val="00133C4B"/>
    <w:rsid w:val="0013598A"/>
    <w:rsid w:val="001365AA"/>
    <w:rsid w:val="0013661B"/>
    <w:rsid w:val="001533BA"/>
    <w:rsid w:val="00156929"/>
    <w:rsid w:val="0015720D"/>
    <w:rsid w:val="00160190"/>
    <w:rsid w:val="001608B9"/>
    <w:rsid w:val="0016301D"/>
    <w:rsid w:val="00163486"/>
    <w:rsid w:val="00163EE7"/>
    <w:rsid w:val="00164B97"/>
    <w:rsid w:val="00164E27"/>
    <w:rsid w:val="00166176"/>
    <w:rsid w:val="00174E60"/>
    <w:rsid w:val="00180F9A"/>
    <w:rsid w:val="00181E6C"/>
    <w:rsid w:val="00182755"/>
    <w:rsid w:val="0018693F"/>
    <w:rsid w:val="00192069"/>
    <w:rsid w:val="00193CF5"/>
    <w:rsid w:val="0019432D"/>
    <w:rsid w:val="00194773"/>
    <w:rsid w:val="0019490C"/>
    <w:rsid w:val="0019600E"/>
    <w:rsid w:val="00196023"/>
    <w:rsid w:val="00197C41"/>
    <w:rsid w:val="001A2885"/>
    <w:rsid w:val="001A303D"/>
    <w:rsid w:val="001A638B"/>
    <w:rsid w:val="001A6CC6"/>
    <w:rsid w:val="001A6CFE"/>
    <w:rsid w:val="001A7DAD"/>
    <w:rsid w:val="001B586B"/>
    <w:rsid w:val="001B67B4"/>
    <w:rsid w:val="001B6C1D"/>
    <w:rsid w:val="001C0817"/>
    <w:rsid w:val="001C15FE"/>
    <w:rsid w:val="001C2E11"/>
    <w:rsid w:val="001C3A5E"/>
    <w:rsid w:val="001C4723"/>
    <w:rsid w:val="001C49EC"/>
    <w:rsid w:val="001D0C88"/>
    <w:rsid w:val="001D2F43"/>
    <w:rsid w:val="001D317F"/>
    <w:rsid w:val="001E0497"/>
    <w:rsid w:val="001E08DD"/>
    <w:rsid w:val="001E1272"/>
    <w:rsid w:val="001E2A55"/>
    <w:rsid w:val="001E4645"/>
    <w:rsid w:val="001F16BA"/>
    <w:rsid w:val="001F32C0"/>
    <w:rsid w:val="001F5CB1"/>
    <w:rsid w:val="001F6035"/>
    <w:rsid w:val="0020018C"/>
    <w:rsid w:val="00204CE7"/>
    <w:rsid w:val="00204E64"/>
    <w:rsid w:val="002056DD"/>
    <w:rsid w:val="002057A6"/>
    <w:rsid w:val="00206DAD"/>
    <w:rsid w:val="00207644"/>
    <w:rsid w:val="00207AE8"/>
    <w:rsid w:val="00211A0A"/>
    <w:rsid w:val="0021411D"/>
    <w:rsid w:val="002147A2"/>
    <w:rsid w:val="00223622"/>
    <w:rsid w:val="00224508"/>
    <w:rsid w:val="002254B7"/>
    <w:rsid w:val="00225D6C"/>
    <w:rsid w:val="0022706A"/>
    <w:rsid w:val="0022744A"/>
    <w:rsid w:val="00227BB3"/>
    <w:rsid w:val="00231261"/>
    <w:rsid w:val="002337D9"/>
    <w:rsid w:val="00233EBB"/>
    <w:rsid w:val="0023600F"/>
    <w:rsid w:val="002364BC"/>
    <w:rsid w:val="002379ED"/>
    <w:rsid w:val="002401BB"/>
    <w:rsid w:val="00244493"/>
    <w:rsid w:val="002450C7"/>
    <w:rsid w:val="00250C3C"/>
    <w:rsid w:val="0025617A"/>
    <w:rsid w:val="00256A26"/>
    <w:rsid w:val="00262FCF"/>
    <w:rsid w:val="002741A5"/>
    <w:rsid w:val="00275EC1"/>
    <w:rsid w:val="00277E44"/>
    <w:rsid w:val="002817A3"/>
    <w:rsid w:val="00284248"/>
    <w:rsid w:val="002903ED"/>
    <w:rsid w:val="0029122C"/>
    <w:rsid w:val="00292C6C"/>
    <w:rsid w:val="00293B38"/>
    <w:rsid w:val="002959EE"/>
    <w:rsid w:val="002A0E58"/>
    <w:rsid w:val="002A18E6"/>
    <w:rsid w:val="002A3BC3"/>
    <w:rsid w:val="002A4909"/>
    <w:rsid w:val="002A6300"/>
    <w:rsid w:val="002B41B5"/>
    <w:rsid w:val="002B4A44"/>
    <w:rsid w:val="002B702F"/>
    <w:rsid w:val="002C1234"/>
    <w:rsid w:val="002C1F65"/>
    <w:rsid w:val="002C2DA2"/>
    <w:rsid w:val="002D1964"/>
    <w:rsid w:val="002D1F9D"/>
    <w:rsid w:val="002D4EFE"/>
    <w:rsid w:val="002D5731"/>
    <w:rsid w:val="002D7D2C"/>
    <w:rsid w:val="002E16D5"/>
    <w:rsid w:val="002E553F"/>
    <w:rsid w:val="002F6323"/>
    <w:rsid w:val="002F6E78"/>
    <w:rsid w:val="003126FF"/>
    <w:rsid w:val="0032091C"/>
    <w:rsid w:val="00320BF7"/>
    <w:rsid w:val="00321EDB"/>
    <w:rsid w:val="00322297"/>
    <w:rsid w:val="00325DDC"/>
    <w:rsid w:val="00327823"/>
    <w:rsid w:val="0033148B"/>
    <w:rsid w:val="00334FC1"/>
    <w:rsid w:val="0033630D"/>
    <w:rsid w:val="003371B5"/>
    <w:rsid w:val="0034218F"/>
    <w:rsid w:val="00343335"/>
    <w:rsid w:val="00350CA8"/>
    <w:rsid w:val="0035108A"/>
    <w:rsid w:val="00352F46"/>
    <w:rsid w:val="0035768A"/>
    <w:rsid w:val="00357799"/>
    <w:rsid w:val="003643E4"/>
    <w:rsid w:val="00365DAE"/>
    <w:rsid w:val="00370380"/>
    <w:rsid w:val="00370BCD"/>
    <w:rsid w:val="00373135"/>
    <w:rsid w:val="00375C7E"/>
    <w:rsid w:val="00375DAE"/>
    <w:rsid w:val="00376145"/>
    <w:rsid w:val="00381E86"/>
    <w:rsid w:val="00384F97"/>
    <w:rsid w:val="003853F5"/>
    <w:rsid w:val="00387EE2"/>
    <w:rsid w:val="003939E3"/>
    <w:rsid w:val="003A0C6F"/>
    <w:rsid w:val="003A175B"/>
    <w:rsid w:val="003A570E"/>
    <w:rsid w:val="003A764A"/>
    <w:rsid w:val="003B142B"/>
    <w:rsid w:val="003B1857"/>
    <w:rsid w:val="003B366A"/>
    <w:rsid w:val="003B473F"/>
    <w:rsid w:val="003B4D6F"/>
    <w:rsid w:val="003B7425"/>
    <w:rsid w:val="003D3F8B"/>
    <w:rsid w:val="003D4A7A"/>
    <w:rsid w:val="003E09F9"/>
    <w:rsid w:val="003E4127"/>
    <w:rsid w:val="003E4A39"/>
    <w:rsid w:val="003E7757"/>
    <w:rsid w:val="003F03FF"/>
    <w:rsid w:val="003F10F7"/>
    <w:rsid w:val="003F148C"/>
    <w:rsid w:val="003F38F8"/>
    <w:rsid w:val="003F44CE"/>
    <w:rsid w:val="00402055"/>
    <w:rsid w:val="00402EDA"/>
    <w:rsid w:val="00405424"/>
    <w:rsid w:val="00407997"/>
    <w:rsid w:val="004119AB"/>
    <w:rsid w:val="00411BDF"/>
    <w:rsid w:val="00411EC0"/>
    <w:rsid w:val="00414AF4"/>
    <w:rsid w:val="004201B6"/>
    <w:rsid w:val="004216C9"/>
    <w:rsid w:val="00422ECE"/>
    <w:rsid w:val="004230ED"/>
    <w:rsid w:val="00423201"/>
    <w:rsid w:val="004242E9"/>
    <w:rsid w:val="00426815"/>
    <w:rsid w:val="00426B8D"/>
    <w:rsid w:val="00430BCC"/>
    <w:rsid w:val="00430D2A"/>
    <w:rsid w:val="0043169C"/>
    <w:rsid w:val="00437444"/>
    <w:rsid w:val="004404C8"/>
    <w:rsid w:val="00441DEC"/>
    <w:rsid w:val="00442114"/>
    <w:rsid w:val="00442F85"/>
    <w:rsid w:val="00443175"/>
    <w:rsid w:val="00444234"/>
    <w:rsid w:val="004444E8"/>
    <w:rsid w:val="004508BA"/>
    <w:rsid w:val="00453078"/>
    <w:rsid w:val="0045336F"/>
    <w:rsid w:val="00454C30"/>
    <w:rsid w:val="004606F2"/>
    <w:rsid w:val="004612AD"/>
    <w:rsid w:val="0046158E"/>
    <w:rsid w:val="00463549"/>
    <w:rsid w:val="00466D6C"/>
    <w:rsid w:val="004701E1"/>
    <w:rsid w:val="0047076B"/>
    <w:rsid w:val="00471EFB"/>
    <w:rsid w:val="00472022"/>
    <w:rsid w:val="00473377"/>
    <w:rsid w:val="00473913"/>
    <w:rsid w:val="0047520F"/>
    <w:rsid w:val="00475C22"/>
    <w:rsid w:val="00477B64"/>
    <w:rsid w:val="00481734"/>
    <w:rsid w:val="00483E6C"/>
    <w:rsid w:val="00484563"/>
    <w:rsid w:val="00484A5F"/>
    <w:rsid w:val="004900EF"/>
    <w:rsid w:val="00490C7F"/>
    <w:rsid w:val="00491953"/>
    <w:rsid w:val="004A0DE0"/>
    <w:rsid w:val="004A38B4"/>
    <w:rsid w:val="004A38CD"/>
    <w:rsid w:val="004A7E70"/>
    <w:rsid w:val="004B05AE"/>
    <w:rsid w:val="004B0A41"/>
    <w:rsid w:val="004B1F94"/>
    <w:rsid w:val="004B670D"/>
    <w:rsid w:val="004C1DBF"/>
    <w:rsid w:val="004C3088"/>
    <w:rsid w:val="004C34DB"/>
    <w:rsid w:val="004C6FCC"/>
    <w:rsid w:val="004D178B"/>
    <w:rsid w:val="004D30E9"/>
    <w:rsid w:val="004D340A"/>
    <w:rsid w:val="004D3C61"/>
    <w:rsid w:val="004D4726"/>
    <w:rsid w:val="004D4B7A"/>
    <w:rsid w:val="004D5C45"/>
    <w:rsid w:val="004D5D73"/>
    <w:rsid w:val="004D6072"/>
    <w:rsid w:val="004E3039"/>
    <w:rsid w:val="004E47CD"/>
    <w:rsid w:val="004F0391"/>
    <w:rsid w:val="004F04FB"/>
    <w:rsid w:val="004F721B"/>
    <w:rsid w:val="005003D9"/>
    <w:rsid w:val="005017F3"/>
    <w:rsid w:val="00503604"/>
    <w:rsid w:val="0051071E"/>
    <w:rsid w:val="005125E3"/>
    <w:rsid w:val="005133CE"/>
    <w:rsid w:val="00514B93"/>
    <w:rsid w:val="0051642D"/>
    <w:rsid w:val="00517C4D"/>
    <w:rsid w:val="005210BA"/>
    <w:rsid w:val="005222B4"/>
    <w:rsid w:val="00523404"/>
    <w:rsid w:val="00525655"/>
    <w:rsid w:val="00527F05"/>
    <w:rsid w:val="00527FF5"/>
    <w:rsid w:val="005324AF"/>
    <w:rsid w:val="00532AF4"/>
    <w:rsid w:val="00533B83"/>
    <w:rsid w:val="00534CE2"/>
    <w:rsid w:val="00543370"/>
    <w:rsid w:val="00544BCA"/>
    <w:rsid w:val="005461C1"/>
    <w:rsid w:val="00551E93"/>
    <w:rsid w:val="005532F6"/>
    <w:rsid w:val="00553792"/>
    <w:rsid w:val="00556454"/>
    <w:rsid w:val="00556F01"/>
    <w:rsid w:val="00557A6E"/>
    <w:rsid w:val="0056174B"/>
    <w:rsid w:val="005658DD"/>
    <w:rsid w:val="00571AD5"/>
    <w:rsid w:val="00574762"/>
    <w:rsid w:val="00576CAB"/>
    <w:rsid w:val="00582723"/>
    <w:rsid w:val="0058683F"/>
    <w:rsid w:val="00587645"/>
    <w:rsid w:val="00587EF8"/>
    <w:rsid w:val="00592B3F"/>
    <w:rsid w:val="0059561B"/>
    <w:rsid w:val="00595AB5"/>
    <w:rsid w:val="005A1578"/>
    <w:rsid w:val="005A3AD5"/>
    <w:rsid w:val="005A6554"/>
    <w:rsid w:val="005A6A77"/>
    <w:rsid w:val="005A7AEC"/>
    <w:rsid w:val="005B3A91"/>
    <w:rsid w:val="005B5606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BA9"/>
    <w:rsid w:val="005D7CDE"/>
    <w:rsid w:val="005E1A02"/>
    <w:rsid w:val="005E3012"/>
    <w:rsid w:val="005E4BD4"/>
    <w:rsid w:val="005E6A3F"/>
    <w:rsid w:val="005E6A43"/>
    <w:rsid w:val="005F073E"/>
    <w:rsid w:val="005F2710"/>
    <w:rsid w:val="005F55F6"/>
    <w:rsid w:val="005F5F08"/>
    <w:rsid w:val="005F67C3"/>
    <w:rsid w:val="005F7EF0"/>
    <w:rsid w:val="0060097C"/>
    <w:rsid w:val="00603C2F"/>
    <w:rsid w:val="00613394"/>
    <w:rsid w:val="00613C0F"/>
    <w:rsid w:val="00614CB1"/>
    <w:rsid w:val="00615C5E"/>
    <w:rsid w:val="006166B1"/>
    <w:rsid w:val="006310F8"/>
    <w:rsid w:val="00631C1E"/>
    <w:rsid w:val="00633F9F"/>
    <w:rsid w:val="00640621"/>
    <w:rsid w:val="00641A0A"/>
    <w:rsid w:val="00642AF0"/>
    <w:rsid w:val="00642EE1"/>
    <w:rsid w:val="006448D0"/>
    <w:rsid w:val="00647A06"/>
    <w:rsid w:val="00647B33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71CCA"/>
    <w:rsid w:val="006753F2"/>
    <w:rsid w:val="006810DE"/>
    <w:rsid w:val="006823EF"/>
    <w:rsid w:val="006825DF"/>
    <w:rsid w:val="006863FB"/>
    <w:rsid w:val="00690202"/>
    <w:rsid w:val="00690663"/>
    <w:rsid w:val="0069349F"/>
    <w:rsid w:val="00694F60"/>
    <w:rsid w:val="00697E32"/>
    <w:rsid w:val="006A138A"/>
    <w:rsid w:val="006A1510"/>
    <w:rsid w:val="006A2854"/>
    <w:rsid w:val="006A6441"/>
    <w:rsid w:val="006A7EDB"/>
    <w:rsid w:val="006B1220"/>
    <w:rsid w:val="006B20EC"/>
    <w:rsid w:val="006B3C4C"/>
    <w:rsid w:val="006C3A64"/>
    <w:rsid w:val="006C4618"/>
    <w:rsid w:val="006C78B1"/>
    <w:rsid w:val="006D5596"/>
    <w:rsid w:val="006D57E9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DBC"/>
    <w:rsid w:val="006F77F7"/>
    <w:rsid w:val="00700F59"/>
    <w:rsid w:val="007030B0"/>
    <w:rsid w:val="0070577F"/>
    <w:rsid w:val="007072E8"/>
    <w:rsid w:val="0071143E"/>
    <w:rsid w:val="00715A7A"/>
    <w:rsid w:val="007161CF"/>
    <w:rsid w:val="00716E5C"/>
    <w:rsid w:val="00720F9B"/>
    <w:rsid w:val="0072175E"/>
    <w:rsid w:val="007233E5"/>
    <w:rsid w:val="007266E6"/>
    <w:rsid w:val="00726E53"/>
    <w:rsid w:val="00734D49"/>
    <w:rsid w:val="007400FC"/>
    <w:rsid w:val="00744EC1"/>
    <w:rsid w:val="0074787F"/>
    <w:rsid w:val="0075601F"/>
    <w:rsid w:val="00756B4D"/>
    <w:rsid w:val="007601C1"/>
    <w:rsid w:val="00760A6B"/>
    <w:rsid w:val="0076191F"/>
    <w:rsid w:val="00764186"/>
    <w:rsid w:val="00764E4C"/>
    <w:rsid w:val="007664EF"/>
    <w:rsid w:val="00766A37"/>
    <w:rsid w:val="0076730C"/>
    <w:rsid w:val="00767CDA"/>
    <w:rsid w:val="007722FB"/>
    <w:rsid w:val="0077316B"/>
    <w:rsid w:val="0077485E"/>
    <w:rsid w:val="00774B35"/>
    <w:rsid w:val="00777748"/>
    <w:rsid w:val="007823FF"/>
    <w:rsid w:val="007839A6"/>
    <w:rsid w:val="00785472"/>
    <w:rsid w:val="007910EB"/>
    <w:rsid w:val="00794F44"/>
    <w:rsid w:val="0079732B"/>
    <w:rsid w:val="007A176A"/>
    <w:rsid w:val="007A1F90"/>
    <w:rsid w:val="007A78A2"/>
    <w:rsid w:val="007B0B4C"/>
    <w:rsid w:val="007B318D"/>
    <w:rsid w:val="007C1293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36B8"/>
    <w:rsid w:val="007F45B0"/>
    <w:rsid w:val="007F53C0"/>
    <w:rsid w:val="007F63EE"/>
    <w:rsid w:val="007F7671"/>
    <w:rsid w:val="00801520"/>
    <w:rsid w:val="00803A90"/>
    <w:rsid w:val="008058FA"/>
    <w:rsid w:val="008068C1"/>
    <w:rsid w:val="00810CA2"/>
    <w:rsid w:val="00811A92"/>
    <w:rsid w:val="0081323B"/>
    <w:rsid w:val="00813C94"/>
    <w:rsid w:val="00813DBC"/>
    <w:rsid w:val="008163F3"/>
    <w:rsid w:val="008166C0"/>
    <w:rsid w:val="00821336"/>
    <w:rsid w:val="00821B63"/>
    <w:rsid w:val="0082447F"/>
    <w:rsid w:val="00827E0E"/>
    <w:rsid w:val="00830203"/>
    <w:rsid w:val="008305BB"/>
    <w:rsid w:val="00831CB1"/>
    <w:rsid w:val="00832408"/>
    <w:rsid w:val="00832C48"/>
    <w:rsid w:val="00837A0F"/>
    <w:rsid w:val="00842BE1"/>
    <w:rsid w:val="00846B19"/>
    <w:rsid w:val="008471B0"/>
    <w:rsid w:val="00853F18"/>
    <w:rsid w:val="00855865"/>
    <w:rsid w:val="00856856"/>
    <w:rsid w:val="00864AFC"/>
    <w:rsid w:val="00865FA2"/>
    <w:rsid w:val="008701C2"/>
    <w:rsid w:val="00870778"/>
    <w:rsid w:val="0087148F"/>
    <w:rsid w:val="00871EB2"/>
    <w:rsid w:val="00873843"/>
    <w:rsid w:val="008759A8"/>
    <w:rsid w:val="00875D00"/>
    <w:rsid w:val="00876058"/>
    <w:rsid w:val="008823C5"/>
    <w:rsid w:val="0088587F"/>
    <w:rsid w:val="0088786B"/>
    <w:rsid w:val="00890C2E"/>
    <w:rsid w:val="00892698"/>
    <w:rsid w:val="00895D5F"/>
    <w:rsid w:val="008A042B"/>
    <w:rsid w:val="008A0AEC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7C8"/>
    <w:rsid w:val="008C3A83"/>
    <w:rsid w:val="008C3F12"/>
    <w:rsid w:val="008D14F1"/>
    <w:rsid w:val="008D3101"/>
    <w:rsid w:val="008D63BB"/>
    <w:rsid w:val="008E0702"/>
    <w:rsid w:val="008E0BCA"/>
    <w:rsid w:val="008E2BAB"/>
    <w:rsid w:val="008E2F86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6339"/>
    <w:rsid w:val="009068BC"/>
    <w:rsid w:val="009114DC"/>
    <w:rsid w:val="00911666"/>
    <w:rsid w:val="00914A03"/>
    <w:rsid w:val="00914B08"/>
    <w:rsid w:val="00921FC1"/>
    <w:rsid w:val="00923E7C"/>
    <w:rsid w:val="009261D5"/>
    <w:rsid w:val="00926666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60DA2"/>
    <w:rsid w:val="00962F14"/>
    <w:rsid w:val="00965026"/>
    <w:rsid w:val="0096548E"/>
    <w:rsid w:val="00970FB2"/>
    <w:rsid w:val="00972AE5"/>
    <w:rsid w:val="00973C4B"/>
    <w:rsid w:val="00983563"/>
    <w:rsid w:val="009900E8"/>
    <w:rsid w:val="00990AD5"/>
    <w:rsid w:val="009916DE"/>
    <w:rsid w:val="00991EA8"/>
    <w:rsid w:val="00996812"/>
    <w:rsid w:val="009A08EE"/>
    <w:rsid w:val="009A135F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AD7"/>
    <w:rsid w:val="009C5058"/>
    <w:rsid w:val="009C506D"/>
    <w:rsid w:val="009C6B6D"/>
    <w:rsid w:val="009C7D11"/>
    <w:rsid w:val="009D1AB0"/>
    <w:rsid w:val="009D7C7C"/>
    <w:rsid w:val="009E17EC"/>
    <w:rsid w:val="009F35FB"/>
    <w:rsid w:val="009F41A6"/>
    <w:rsid w:val="009F64F6"/>
    <w:rsid w:val="009F721A"/>
    <w:rsid w:val="009F7F89"/>
    <w:rsid w:val="00A02580"/>
    <w:rsid w:val="00A03BF3"/>
    <w:rsid w:val="00A04766"/>
    <w:rsid w:val="00A06622"/>
    <w:rsid w:val="00A068AB"/>
    <w:rsid w:val="00A06CFF"/>
    <w:rsid w:val="00A13716"/>
    <w:rsid w:val="00A16094"/>
    <w:rsid w:val="00A178BC"/>
    <w:rsid w:val="00A2335A"/>
    <w:rsid w:val="00A32667"/>
    <w:rsid w:val="00A32D3E"/>
    <w:rsid w:val="00A3499A"/>
    <w:rsid w:val="00A354E1"/>
    <w:rsid w:val="00A37C91"/>
    <w:rsid w:val="00A4045D"/>
    <w:rsid w:val="00A40B4B"/>
    <w:rsid w:val="00A41143"/>
    <w:rsid w:val="00A43E22"/>
    <w:rsid w:val="00A440E2"/>
    <w:rsid w:val="00A445F0"/>
    <w:rsid w:val="00A4529F"/>
    <w:rsid w:val="00A457AF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7288E"/>
    <w:rsid w:val="00A73D9A"/>
    <w:rsid w:val="00A7459B"/>
    <w:rsid w:val="00A77912"/>
    <w:rsid w:val="00A8206F"/>
    <w:rsid w:val="00A8294B"/>
    <w:rsid w:val="00A84FA7"/>
    <w:rsid w:val="00A85F6C"/>
    <w:rsid w:val="00A86516"/>
    <w:rsid w:val="00A914F9"/>
    <w:rsid w:val="00A92520"/>
    <w:rsid w:val="00A92698"/>
    <w:rsid w:val="00A928F0"/>
    <w:rsid w:val="00A92AB8"/>
    <w:rsid w:val="00A94DE2"/>
    <w:rsid w:val="00A959A3"/>
    <w:rsid w:val="00AA6C19"/>
    <w:rsid w:val="00AA7DE0"/>
    <w:rsid w:val="00AB1D86"/>
    <w:rsid w:val="00AB2CDE"/>
    <w:rsid w:val="00AB4421"/>
    <w:rsid w:val="00AB7843"/>
    <w:rsid w:val="00AC0CAD"/>
    <w:rsid w:val="00AC1CE2"/>
    <w:rsid w:val="00AC578A"/>
    <w:rsid w:val="00AC774F"/>
    <w:rsid w:val="00AC7F03"/>
    <w:rsid w:val="00AD0E3B"/>
    <w:rsid w:val="00AD3DD0"/>
    <w:rsid w:val="00AD6119"/>
    <w:rsid w:val="00AE02FA"/>
    <w:rsid w:val="00AE0631"/>
    <w:rsid w:val="00AE069C"/>
    <w:rsid w:val="00AE12CB"/>
    <w:rsid w:val="00AE1EFA"/>
    <w:rsid w:val="00AE2774"/>
    <w:rsid w:val="00AE2D18"/>
    <w:rsid w:val="00AE467D"/>
    <w:rsid w:val="00AE52F2"/>
    <w:rsid w:val="00AE5776"/>
    <w:rsid w:val="00AE5C2F"/>
    <w:rsid w:val="00AE626E"/>
    <w:rsid w:val="00AE6758"/>
    <w:rsid w:val="00AF5565"/>
    <w:rsid w:val="00AF5676"/>
    <w:rsid w:val="00B00F91"/>
    <w:rsid w:val="00B029CF"/>
    <w:rsid w:val="00B04E76"/>
    <w:rsid w:val="00B06094"/>
    <w:rsid w:val="00B07168"/>
    <w:rsid w:val="00B10E6E"/>
    <w:rsid w:val="00B13117"/>
    <w:rsid w:val="00B1754F"/>
    <w:rsid w:val="00B25C97"/>
    <w:rsid w:val="00B320DA"/>
    <w:rsid w:val="00B443CE"/>
    <w:rsid w:val="00B47B0E"/>
    <w:rsid w:val="00B538D1"/>
    <w:rsid w:val="00B55BE6"/>
    <w:rsid w:val="00B56C71"/>
    <w:rsid w:val="00B57346"/>
    <w:rsid w:val="00B57E5D"/>
    <w:rsid w:val="00B62BD3"/>
    <w:rsid w:val="00B77F39"/>
    <w:rsid w:val="00B818D8"/>
    <w:rsid w:val="00B84277"/>
    <w:rsid w:val="00B8492E"/>
    <w:rsid w:val="00B87D45"/>
    <w:rsid w:val="00B913F6"/>
    <w:rsid w:val="00B93591"/>
    <w:rsid w:val="00B94EAB"/>
    <w:rsid w:val="00B9732F"/>
    <w:rsid w:val="00BA5896"/>
    <w:rsid w:val="00BB08F5"/>
    <w:rsid w:val="00BB1B75"/>
    <w:rsid w:val="00BB3099"/>
    <w:rsid w:val="00BB5CFC"/>
    <w:rsid w:val="00BB6567"/>
    <w:rsid w:val="00BC0AE7"/>
    <w:rsid w:val="00BC0DF8"/>
    <w:rsid w:val="00BC41F4"/>
    <w:rsid w:val="00BC5964"/>
    <w:rsid w:val="00BC6D70"/>
    <w:rsid w:val="00BD459E"/>
    <w:rsid w:val="00BD48A5"/>
    <w:rsid w:val="00BD533A"/>
    <w:rsid w:val="00BD6713"/>
    <w:rsid w:val="00BE1A5F"/>
    <w:rsid w:val="00BE1D9B"/>
    <w:rsid w:val="00BE2FB4"/>
    <w:rsid w:val="00BE37D8"/>
    <w:rsid w:val="00BE7FD7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07EF2"/>
    <w:rsid w:val="00C17EB1"/>
    <w:rsid w:val="00C2071E"/>
    <w:rsid w:val="00C20993"/>
    <w:rsid w:val="00C2472D"/>
    <w:rsid w:val="00C24EEE"/>
    <w:rsid w:val="00C25BCC"/>
    <w:rsid w:val="00C260E3"/>
    <w:rsid w:val="00C26583"/>
    <w:rsid w:val="00C27A5C"/>
    <w:rsid w:val="00C30E50"/>
    <w:rsid w:val="00C336D3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7E2B"/>
    <w:rsid w:val="00C613B6"/>
    <w:rsid w:val="00C62FB6"/>
    <w:rsid w:val="00C71B57"/>
    <w:rsid w:val="00C72B2A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C05"/>
    <w:rsid w:val="00C869D1"/>
    <w:rsid w:val="00C9095F"/>
    <w:rsid w:val="00C9239B"/>
    <w:rsid w:val="00C93006"/>
    <w:rsid w:val="00C937A1"/>
    <w:rsid w:val="00CA15B9"/>
    <w:rsid w:val="00CA1E59"/>
    <w:rsid w:val="00CA2185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1999"/>
    <w:rsid w:val="00CD71D4"/>
    <w:rsid w:val="00CE056E"/>
    <w:rsid w:val="00CE1678"/>
    <w:rsid w:val="00CE344C"/>
    <w:rsid w:val="00CE4C66"/>
    <w:rsid w:val="00CE5514"/>
    <w:rsid w:val="00CE5E90"/>
    <w:rsid w:val="00CF45AC"/>
    <w:rsid w:val="00CF4AB6"/>
    <w:rsid w:val="00CF546B"/>
    <w:rsid w:val="00CF5E76"/>
    <w:rsid w:val="00D00844"/>
    <w:rsid w:val="00D02EBD"/>
    <w:rsid w:val="00D062A5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27FF4"/>
    <w:rsid w:val="00D31DD1"/>
    <w:rsid w:val="00D32A8C"/>
    <w:rsid w:val="00D343EA"/>
    <w:rsid w:val="00D351D7"/>
    <w:rsid w:val="00D36E55"/>
    <w:rsid w:val="00D467E6"/>
    <w:rsid w:val="00D51E32"/>
    <w:rsid w:val="00D563AB"/>
    <w:rsid w:val="00D57919"/>
    <w:rsid w:val="00D627DA"/>
    <w:rsid w:val="00D66A7F"/>
    <w:rsid w:val="00D73CC3"/>
    <w:rsid w:val="00D7446E"/>
    <w:rsid w:val="00D7733C"/>
    <w:rsid w:val="00D815C3"/>
    <w:rsid w:val="00D83881"/>
    <w:rsid w:val="00D84085"/>
    <w:rsid w:val="00D86795"/>
    <w:rsid w:val="00D86AF5"/>
    <w:rsid w:val="00D907E6"/>
    <w:rsid w:val="00D920E4"/>
    <w:rsid w:val="00D971A4"/>
    <w:rsid w:val="00D97587"/>
    <w:rsid w:val="00DA02B7"/>
    <w:rsid w:val="00DB1531"/>
    <w:rsid w:val="00DB6632"/>
    <w:rsid w:val="00DB7623"/>
    <w:rsid w:val="00DC2D3D"/>
    <w:rsid w:val="00DC5508"/>
    <w:rsid w:val="00DC5EDB"/>
    <w:rsid w:val="00DC6B22"/>
    <w:rsid w:val="00DD381B"/>
    <w:rsid w:val="00DE1561"/>
    <w:rsid w:val="00DE25B9"/>
    <w:rsid w:val="00DE377F"/>
    <w:rsid w:val="00DE67DA"/>
    <w:rsid w:val="00DE6FA9"/>
    <w:rsid w:val="00DE76DB"/>
    <w:rsid w:val="00DE7D58"/>
    <w:rsid w:val="00DF3470"/>
    <w:rsid w:val="00DF508C"/>
    <w:rsid w:val="00E00E8D"/>
    <w:rsid w:val="00E013F9"/>
    <w:rsid w:val="00E04D35"/>
    <w:rsid w:val="00E04D71"/>
    <w:rsid w:val="00E07000"/>
    <w:rsid w:val="00E1151E"/>
    <w:rsid w:val="00E1355F"/>
    <w:rsid w:val="00E14399"/>
    <w:rsid w:val="00E146E2"/>
    <w:rsid w:val="00E23404"/>
    <w:rsid w:val="00E23674"/>
    <w:rsid w:val="00E24D98"/>
    <w:rsid w:val="00E26D36"/>
    <w:rsid w:val="00E2743B"/>
    <w:rsid w:val="00E32129"/>
    <w:rsid w:val="00E3361E"/>
    <w:rsid w:val="00E34F28"/>
    <w:rsid w:val="00E3576E"/>
    <w:rsid w:val="00E41A13"/>
    <w:rsid w:val="00E42749"/>
    <w:rsid w:val="00E46281"/>
    <w:rsid w:val="00E47F9E"/>
    <w:rsid w:val="00E53DC3"/>
    <w:rsid w:val="00E55C87"/>
    <w:rsid w:val="00E60540"/>
    <w:rsid w:val="00E63F69"/>
    <w:rsid w:val="00E7307D"/>
    <w:rsid w:val="00E73831"/>
    <w:rsid w:val="00E74F6E"/>
    <w:rsid w:val="00E82AA3"/>
    <w:rsid w:val="00E85C6A"/>
    <w:rsid w:val="00E86269"/>
    <w:rsid w:val="00E87A28"/>
    <w:rsid w:val="00E91B9F"/>
    <w:rsid w:val="00E92DD1"/>
    <w:rsid w:val="00E96EB3"/>
    <w:rsid w:val="00EA15EF"/>
    <w:rsid w:val="00EA29E4"/>
    <w:rsid w:val="00EA621B"/>
    <w:rsid w:val="00EA6D3B"/>
    <w:rsid w:val="00EB1824"/>
    <w:rsid w:val="00EB1D3E"/>
    <w:rsid w:val="00EB1F7F"/>
    <w:rsid w:val="00EB22A0"/>
    <w:rsid w:val="00EB25CD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EF7DBB"/>
    <w:rsid w:val="00F01E32"/>
    <w:rsid w:val="00F02512"/>
    <w:rsid w:val="00F05ECE"/>
    <w:rsid w:val="00F0776E"/>
    <w:rsid w:val="00F120C0"/>
    <w:rsid w:val="00F14C93"/>
    <w:rsid w:val="00F16C87"/>
    <w:rsid w:val="00F177C0"/>
    <w:rsid w:val="00F24392"/>
    <w:rsid w:val="00F27864"/>
    <w:rsid w:val="00F31C91"/>
    <w:rsid w:val="00F33B1A"/>
    <w:rsid w:val="00F342B5"/>
    <w:rsid w:val="00F347A0"/>
    <w:rsid w:val="00F35E2C"/>
    <w:rsid w:val="00F36DEC"/>
    <w:rsid w:val="00F37D0C"/>
    <w:rsid w:val="00F37E33"/>
    <w:rsid w:val="00F42063"/>
    <w:rsid w:val="00F46405"/>
    <w:rsid w:val="00F501B0"/>
    <w:rsid w:val="00F519AE"/>
    <w:rsid w:val="00F53722"/>
    <w:rsid w:val="00F57A13"/>
    <w:rsid w:val="00F620A4"/>
    <w:rsid w:val="00F638AA"/>
    <w:rsid w:val="00F64124"/>
    <w:rsid w:val="00F64F98"/>
    <w:rsid w:val="00F66454"/>
    <w:rsid w:val="00F6698C"/>
    <w:rsid w:val="00F70646"/>
    <w:rsid w:val="00F71867"/>
    <w:rsid w:val="00F7202A"/>
    <w:rsid w:val="00F73355"/>
    <w:rsid w:val="00F734C5"/>
    <w:rsid w:val="00F7465F"/>
    <w:rsid w:val="00F75BC6"/>
    <w:rsid w:val="00F76942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B1178"/>
    <w:rsid w:val="00FB313A"/>
    <w:rsid w:val="00FB7DB7"/>
    <w:rsid w:val="00FC347E"/>
    <w:rsid w:val="00FC4FBE"/>
    <w:rsid w:val="00FC5D20"/>
    <w:rsid w:val="00FC7DA5"/>
    <w:rsid w:val="00FD3C6C"/>
    <w:rsid w:val="00FD7766"/>
    <w:rsid w:val="00FE3B64"/>
    <w:rsid w:val="00FE4EC9"/>
    <w:rsid w:val="00FE5CF6"/>
    <w:rsid w:val="00FF02B1"/>
    <w:rsid w:val="00FF26B8"/>
    <w:rsid w:val="00FF35C3"/>
    <w:rsid w:val="00FF4F17"/>
    <w:rsid w:val="00FF5042"/>
    <w:rsid w:val="00FF78E1"/>
    <w:rsid w:val="065767B7"/>
    <w:rsid w:val="07E383FE"/>
    <w:rsid w:val="0F3158B2"/>
    <w:rsid w:val="11A6F248"/>
    <w:rsid w:val="121619C5"/>
    <w:rsid w:val="18788F2D"/>
    <w:rsid w:val="1CC9E633"/>
    <w:rsid w:val="1CF9389E"/>
    <w:rsid w:val="2178057D"/>
    <w:rsid w:val="251A2208"/>
    <w:rsid w:val="28A36C99"/>
    <w:rsid w:val="2E93C031"/>
    <w:rsid w:val="31F45C52"/>
    <w:rsid w:val="34DCB419"/>
    <w:rsid w:val="367D55B7"/>
    <w:rsid w:val="3ABEB291"/>
    <w:rsid w:val="52F63F17"/>
    <w:rsid w:val="569DCCC2"/>
    <w:rsid w:val="56B26DDD"/>
    <w:rsid w:val="5A496354"/>
    <w:rsid w:val="65193AF7"/>
    <w:rsid w:val="68AE3A77"/>
    <w:rsid w:val="68DDCCC5"/>
    <w:rsid w:val="6D9F1566"/>
    <w:rsid w:val="6E50DD15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644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paragraph">
    <w:name w:val="paragraph"/>
    <w:basedOn w:val="Normal"/>
    <w:rsid w:val="00B8492E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94ecd273-0abb-44cd-abc1-ea712a9f597c"/>
    <ds:schemaRef ds:uri="http://schemas.microsoft.com/office/infopath/2007/PartnerControls"/>
    <ds:schemaRef ds:uri="25a5aa76-4b22-43c3-9bb9-6f2fb36d90b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F1D7A9-BD0A-4145-A4D5-A738BFEC38D9}"/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7</TotalTime>
  <Pages>4</Pages>
  <Words>575</Words>
  <Characters>4038</Characters>
  <Application>Microsoft Office Word</Application>
  <DocSecurity>0</DocSecurity>
  <Lines>33</Lines>
  <Paragraphs>9</Paragraphs>
  <ScaleCrop>false</ScaleCrop>
  <Company>European Commission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CD3 Team</cp:lastModifiedBy>
  <cp:revision>120</cp:revision>
  <cp:lastPrinted>2014-03-17T16:31:00Z</cp:lastPrinted>
  <dcterms:created xsi:type="dcterms:W3CDTF">2021-09-01T13:30:00Z</dcterms:created>
  <dcterms:modified xsi:type="dcterms:W3CDTF">2022-02-25T12:04:00Z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